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0A5" w:rsidRDefault="00AF00A5" w:rsidP="00AF00A5">
      <w:pPr>
        <w:spacing w:after="0"/>
        <w:jc w:val="center"/>
        <w:rPr>
          <w:b/>
          <w:sz w:val="24"/>
        </w:rPr>
      </w:pPr>
      <w:r w:rsidRPr="00AF00A5">
        <w:rPr>
          <w:b/>
          <w:sz w:val="24"/>
        </w:rPr>
        <w:t>UNAR DPO – PRESIDENZA DEL CONSIGLIO DEI MINISTRI</w:t>
      </w:r>
    </w:p>
    <w:p w:rsidR="00AF00A5" w:rsidRDefault="00AF00A5" w:rsidP="00AF00A5">
      <w:pPr>
        <w:spacing w:after="0"/>
        <w:jc w:val="center"/>
        <w:rPr>
          <w:b/>
          <w:sz w:val="24"/>
        </w:rPr>
      </w:pPr>
      <w:r>
        <w:rPr>
          <w:b/>
          <w:sz w:val="24"/>
        </w:rPr>
        <w:t>REFERENTE REGIONALE PER LA LOMBARDIA</w:t>
      </w:r>
    </w:p>
    <w:p w:rsidR="00AF00A5" w:rsidRPr="00AF00A5" w:rsidRDefault="00AF00A5" w:rsidP="00AF00A5">
      <w:pPr>
        <w:spacing w:after="0"/>
        <w:jc w:val="center"/>
        <w:rPr>
          <w:b/>
          <w:sz w:val="16"/>
          <w:szCs w:val="16"/>
        </w:rPr>
      </w:pPr>
    </w:p>
    <w:p w:rsidR="00AF00A5" w:rsidRPr="00AF00A5" w:rsidRDefault="00AF00A5" w:rsidP="00AF00A5">
      <w:pPr>
        <w:spacing w:after="0"/>
        <w:jc w:val="center"/>
        <w:rPr>
          <w:b/>
          <w:sz w:val="28"/>
        </w:rPr>
      </w:pPr>
      <w:r w:rsidRPr="00AF00A5">
        <w:rPr>
          <w:b/>
          <w:sz w:val="28"/>
        </w:rPr>
        <w:t>GIORNATA MONDIALE CONTRO IL RAZZISMO, 21 MARZO 2012</w:t>
      </w:r>
    </w:p>
    <w:p w:rsidR="00AF00A5" w:rsidRPr="00F87F87" w:rsidRDefault="00AF00A5" w:rsidP="00AF00A5">
      <w:pPr>
        <w:spacing w:after="0"/>
        <w:jc w:val="center"/>
        <w:rPr>
          <w:b/>
          <w:sz w:val="16"/>
          <w:szCs w:val="16"/>
        </w:rPr>
      </w:pPr>
    </w:p>
    <w:p w:rsidR="00AF00A5" w:rsidRPr="00AF00A5" w:rsidRDefault="00AF00A5" w:rsidP="00AF00A5">
      <w:pPr>
        <w:jc w:val="center"/>
        <w:rPr>
          <w:b/>
          <w:sz w:val="36"/>
          <w:szCs w:val="36"/>
          <w:u w:val="single"/>
        </w:rPr>
      </w:pPr>
      <w:r w:rsidRPr="00AF00A5">
        <w:rPr>
          <w:b/>
          <w:sz w:val="36"/>
          <w:szCs w:val="36"/>
          <w:u w:val="single"/>
        </w:rPr>
        <w:t>SCHEDA DI ADESIONE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50"/>
      </w:tblGrid>
      <w:tr w:rsidR="00AF00A5" w:rsidRPr="00F87F87" w:rsidTr="00F87F87">
        <w:tc>
          <w:tcPr>
            <w:tcW w:w="4928" w:type="dxa"/>
            <w:shd w:val="clear" w:color="auto" w:fill="auto"/>
          </w:tcPr>
          <w:p w:rsidR="00AF00A5" w:rsidRPr="00F87F87" w:rsidRDefault="00AF00A5" w:rsidP="00F87F87">
            <w:pPr>
              <w:spacing w:after="0" w:line="240" w:lineRule="auto"/>
              <w:rPr>
                <w:b/>
              </w:rPr>
            </w:pPr>
          </w:p>
          <w:p w:rsidR="00AF00A5" w:rsidRPr="00F87F87" w:rsidRDefault="00AF00A5" w:rsidP="00F87F87">
            <w:pPr>
              <w:spacing w:after="0" w:line="240" w:lineRule="auto"/>
              <w:rPr>
                <w:b/>
              </w:rPr>
            </w:pPr>
            <w:r w:rsidRPr="00F87F87">
              <w:rPr>
                <w:b/>
              </w:rPr>
              <w:t>Denominazione Scuola</w:t>
            </w:r>
            <w:r w:rsidR="004242DF">
              <w:rPr>
                <w:b/>
              </w:rPr>
              <w:t>/Ente Locale</w:t>
            </w:r>
            <w:r w:rsidRPr="00F87F87">
              <w:rPr>
                <w:b/>
              </w:rPr>
              <w:t>:</w:t>
            </w:r>
          </w:p>
          <w:p w:rsidR="00AF00A5" w:rsidRPr="00F87F87" w:rsidRDefault="00AF00A5" w:rsidP="00F87F87">
            <w:pPr>
              <w:spacing w:after="0" w:line="240" w:lineRule="auto"/>
              <w:rPr>
                <w:b/>
              </w:rPr>
            </w:pPr>
          </w:p>
        </w:tc>
        <w:tc>
          <w:tcPr>
            <w:tcW w:w="4850" w:type="dxa"/>
            <w:shd w:val="clear" w:color="auto" w:fill="auto"/>
          </w:tcPr>
          <w:p w:rsidR="00AF00A5" w:rsidRPr="00F87F87" w:rsidRDefault="00AF00A5" w:rsidP="00F87F87">
            <w:pPr>
              <w:spacing w:after="0" w:line="240" w:lineRule="auto"/>
            </w:pPr>
          </w:p>
        </w:tc>
      </w:tr>
      <w:tr w:rsidR="00AF00A5" w:rsidRPr="00F87F87" w:rsidTr="00F87F87">
        <w:tc>
          <w:tcPr>
            <w:tcW w:w="4928" w:type="dxa"/>
            <w:shd w:val="clear" w:color="auto" w:fill="auto"/>
          </w:tcPr>
          <w:p w:rsidR="00AF00A5" w:rsidRPr="00F87F87" w:rsidRDefault="00AF00A5" w:rsidP="00F87F87">
            <w:pPr>
              <w:spacing w:after="0" w:line="240" w:lineRule="auto"/>
              <w:rPr>
                <w:b/>
              </w:rPr>
            </w:pPr>
          </w:p>
          <w:p w:rsidR="00AF00A5" w:rsidRPr="00F87F87" w:rsidRDefault="00AF00A5" w:rsidP="00F87F87">
            <w:pPr>
              <w:spacing w:after="0" w:line="240" w:lineRule="auto"/>
              <w:rPr>
                <w:b/>
              </w:rPr>
            </w:pPr>
            <w:r w:rsidRPr="00F87F87">
              <w:rPr>
                <w:b/>
              </w:rPr>
              <w:t>Sede:</w:t>
            </w:r>
          </w:p>
          <w:p w:rsidR="00AF00A5" w:rsidRPr="00F87F87" w:rsidRDefault="00AF00A5" w:rsidP="00F87F87">
            <w:pPr>
              <w:spacing w:after="0" w:line="240" w:lineRule="auto"/>
              <w:rPr>
                <w:b/>
              </w:rPr>
            </w:pPr>
          </w:p>
        </w:tc>
        <w:tc>
          <w:tcPr>
            <w:tcW w:w="4850" w:type="dxa"/>
            <w:shd w:val="clear" w:color="auto" w:fill="auto"/>
          </w:tcPr>
          <w:p w:rsidR="00AF00A5" w:rsidRPr="00F87F87" w:rsidRDefault="00AF00A5" w:rsidP="00F87F87">
            <w:pPr>
              <w:spacing w:after="0" w:line="240" w:lineRule="auto"/>
            </w:pPr>
          </w:p>
        </w:tc>
      </w:tr>
      <w:tr w:rsidR="00AF00A5" w:rsidRPr="00F87F87" w:rsidTr="00F87F87">
        <w:tc>
          <w:tcPr>
            <w:tcW w:w="4928" w:type="dxa"/>
            <w:shd w:val="clear" w:color="auto" w:fill="auto"/>
          </w:tcPr>
          <w:p w:rsidR="00AF00A5" w:rsidRPr="00F87F87" w:rsidRDefault="00AF00A5" w:rsidP="00F87F87">
            <w:pPr>
              <w:spacing w:after="0" w:line="240" w:lineRule="auto"/>
              <w:rPr>
                <w:b/>
              </w:rPr>
            </w:pPr>
          </w:p>
          <w:p w:rsidR="00AF00A5" w:rsidRPr="00F87F87" w:rsidRDefault="00AF00A5" w:rsidP="00F87F87">
            <w:pPr>
              <w:spacing w:after="0" w:line="240" w:lineRule="auto"/>
              <w:rPr>
                <w:b/>
              </w:rPr>
            </w:pPr>
            <w:r w:rsidRPr="00F87F87">
              <w:rPr>
                <w:b/>
              </w:rPr>
              <w:t>Contatti (tel./email):</w:t>
            </w:r>
          </w:p>
          <w:p w:rsidR="00AF00A5" w:rsidRPr="00F87F87" w:rsidRDefault="00AF00A5" w:rsidP="00F87F87">
            <w:pPr>
              <w:spacing w:after="0" w:line="240" w:lineRule="auto"/>
              <w:rPr>
                <w:b/>
              </w:rPr>
            </w:pPr>
          </w:p>
        </w:tc>
        <w:tc>
          <w:tcPr>
            <w:tcW w:w="4850" w:type="dxa"/>
            <w:shd w:val="clear" w:color="auto" w:fill="auto"/>
          </w:tcPr>
          <w:p w:rsidR="00AF00A5" w:rsidRPr="00F87F87" w:rsidRDefault="00AF00A5" w:rsidP="00F87F87">
            <w:pPr>
              <w:spacing w:after="0" w:line="240" w:lineRule="auto"/>
            </w:pPr>
          </w:p>
        </w:tc>
      </w:tr>
      <w:tr w:rsidR="00AF00A5" w:rsidRPr="00F87F87" w:rsidTr="00F87F87">
        <w:tc>
          <w:tcPr>
            <w:tcW w:w="4928" w:type="dxa"/>
            <w:shd w:val="clear" w:color="auto" w:fill="auto"/>
          </w:tcPr>
          <w:p w:rsidR="00AF00A5" w:rsidRPr="00F87F87" w:rsidRDefault="00AF00A5" w:rsidP="00F87F87">
            <w:pPr>
              <w:spacing w:after="0" w:line="240" w:lineRule="auto"/>
              <w:rPr>
                <w:b/>
              </w:rPr>
            </w:pPr>
          </w:p>
          <w:p w:rsidR="00AF00A5" w:rsidRPr="00F87F87" w:rsidRDefault="00AF00A5" w:rsidP="00F87F87">
            <w:pPr>
              <w:spacing w:after="0" w:line="240" w:lineRule="auto"/>
              <w:rPr>
                <w:b/>
              </w:rPr>
            </w:pPr>
            <w:r w:rsidRPr="00F87F87">
              <w:rPr>
                <w:b/>
              </w:rPr>
              <w:t>Referente interno alla Scuola</w:t>
            </w:r>
            <w:r w:rsidR="004242DF">
              <w:rPr>
                <w:b/>
              </w:rPr>
              <w:t>/Ente Locale</w:t>
            </w:r>
            <w:r w:rsidRPr="00F87F87">
              <w:rPr>
                <w:b/>
              </w:rPr>
              <w:t>:</w:t>
            </w:r>
          </w:p>
          <w:p w:rsidR="00AF00A5" w:rsidRPr="00F87F87" w:rsidRDefault="00AF00A5" w:rsidP="00F87F87">
            <w:pPr>
              <w:spacing w:after="0" w:line="240" w:lineRule="auto"/>
              <w:rPr>
                <w:b/>
              </w:rPr>
            </w:pPr>
          </w:p>
        </w:tc>
        <w:tc>
          <w:tcPr>
            <w:tcW w:w="4850" w:type="dxa"/>
            <w:shd w:val="clear" w:color="auto" w:fill="auto"/>
          </w:tcPr>
          <w:p w:rsidR="00AF00A5" w:rsidRPr="00F87F87" w:rsidRDefault="00AF00A5" w:rsidP="00F87F87">
            <w:pPr>
              <w:spacing w:after="0" w:line="240" w:lineRule="auto"/>
            </w:pPr>
          </w:p>
        </w:tc>
      </w:tr>
      <w:tr w:rsidR="00AF00A5" w:rsidRPr="00F87F87" w:rsidTr="00F87F87">
        <w:tc>
          <w:tcPr>
            <w:tcW w:w="4928" w:type="dxa"/>
            <w:shd w:val="clear" w:color="auto" w:fill="auto"/>
          </w:tcPr>
          <w:p w:rsidR="00AF00A5" w:rsidRPr="00F87F87" w:rsidRDefault="00AF00A5" w:rsidP="00F87F87">
            <w:pPr>
              <w:spacing w:after="0" w:line="240" w:lineRule="auto"/>
              <w:rPr>
                <w:b/>
              </w:rPr>
            </w:pPr>
          </w:p>
          <w:p w:rsidR="00AF00A5" w:rsidRPr="00F87F87" w:rsidRDefault="00AF00A5" w:rsidP="00F87F87">
            <w:pPr>
              <w:spacing w:after="0" w:line="240" w:lineRule="auto"/>
              <w:rPr>
                <w:b/>
              </w:rPr>
            </w:pPr>
            <w:r w:rsidRPr="00F87F87">
              <w:rPr>
                <w:b/>
              </w:rPr>
              <w:t>Contatti Referente:</w:t>
            </w:r>
          </w:p>
          <w:p w:rsidR="00AF00A5" w:rsidRPr="00F87F87" w:rsidRDefault="00AF00A5" w:rsidP="00F87F87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F87F87">
              <w:rPr>
                <w:b/>
                <w:i/>
                <w:sz w:val="18"/>
                <w:szCs w:val="18"/>
              </w:rPr>
              <w:t>(se diversi da quelli della Scuola</w:t>
            </w:r>
            <w:r w:rsidR="004242DF">
              <w:rPr>
                <w:b/>
                <w:i/>
                <w:sz w:val="18"/>
                <w:szCs w:val="18"/>
              </w:rPr>
              <w:t>/Ente Locale</w:t>
            </w:r>
            <w:r w:rsidRPr="00F87F87">
              <w:rPr>
                <w:b/>
                <w:i/>
                <w:sz w:val="18"/>
                <w:szCs w:val="18"/>
              </w:rPr>
              <w:t>)</w:t>
            </w:r>
          </w:p>
        </w:tc>
        <w:tc>
          <w:tcPr>
            <w:tcW w:w="4850" w:type="dxa"/>
            <w:shd w:val="clear" w:color="auto" w:fill="auto"/>
          </w:tcPr>
          <w:p w:rsidR="00AF00A5" w:rsidRPr="00F87F87" w:rsidRDefault="00AF00A5" w:rsidP="00F87F87">
            <w:pPr>
              <w:spacing w:after="0" w:line="240" w:lineRule="auto"/>
            </w:pPr>
          </w:p>
          <w:p w:rsidR="00AF00A5" w:rsidRPr="00F87F87" w:rsidRDefault="00AF00A5" w:rsidP="00F87F87">
            <w:pPr>
              <w:spacing w:after="0" w:line="240" w:lineRule="auto"/>
            </w:pPr>
          </w:p>
          <w:p w:rsidR="00AF00A5" w:rsidRPr="00F87F87" w:rsidRDefault="00AF00A5" w:rsidP="00F87F87">
            <w:pPr>
              <w:spacing w:after="0" w:line="240" w:lineRule="auto"/>
            </w:pPr>
          </w:p>
        </w:tc>
      </w:tr>
      <w:tr w:rsidR="00AF00A5" w:rsidRPr="00F87F87" w:rsidTr="00F87F87">
        <w:tc>
          <w:tcPr>
            <w:tcW w:w="4928" w:type="dxa"/>
            <w:shd w:val="clear" w:color="auto" w:fill="auto"/>
          </w:tcPr>
          <w:p w:rsidR="00AF00A5" w:rsidRPr="00F87F87" w:rsidRDefault="00AF00A5" w:rsidP="00F87F87">
            <w:pPr>
              <w:spacing w:after="0" w:line="240" w:lineRule="auto"/>
              <w:rPr>
                <w:b/>
              </w:rPr>
            </w:pPr>
          </w:p>
          <w:p w:rsidR="00AF00A5" w:rsidRPr="00F87F87" w:rsidRDefault="00AF00A5" w:rsidP="00F87F87">
            <w:pPr>
              <w:spacing w:after="0" w:line="240" w:lineRule="auto"/>
              <w:rPr>
                <w:b/>
              </w:rPr>
            </w:pPr>
            <w:r w:rsidRPr="00F87F87">
              <w:rPr>
                <w:b/>
              </w:rPr>
              <w:t>UST di riferimento:</w:t>
            </w:r>
          </w:p>
          <w:p w:rsidR="00AF00A5" w:rsidRPr="00F87F87" w:rsidRDefault="00AF00A5" w:rsidP="00F87F87">
            <w:pPr>
              <w:spacing w:after="0" w:line="240" w:lineRule="auto"/>
              <w:rPr>
                <w:b/>
              </w:rPr>
            </w:pPr>
          </w:p>
        </w:tc>
        <w:tc>
          <w:tcPr>
            <w:tcW w:w="4850" w:type="dxa"/>
            <w:shd w:val="clear" w:color="auto" w:fill="auto"/>
          </w:tcPr>
          <w:p w:rsidR="00AF00A5" w:rsidRPr="00F87F87" w:rsidRDefault="00AF00A5" w:rsidP="00F87F87">
            <w:pPr>
              <w:spacing w:after="0" w:line="240" w:lineRule="auto"/>
            </w:pPr>
          </w:p>
        </w:tc>
      </w:tr>
      <w:tr w:rsidR="00AF00A5" w:rsidRPr="00F87F87" w:rsidTr="00F87F87">
        <w:tc>
          <w:tcPr>
            <w:tcW w:w="4928" w:type="dxa"/>
            <w:shd w:val="clear" w:color="auto" w:fill="auto"/>
          </w:tcPr>
          <w:p w:rsidR="00AF00A5" w:rsidRPr="00F87F87" w:rsidRDefault="00AF00A5" w:rsidP="00F87F87">
            <w:pPr>
              <w:spacing w:after="0" w:line="240" w:lineRule="auto"/>
              <w:rPr>
                <w:b/>
              </w:rPr>
            </w:pPr>
          </w:p>
          <w:p w:rsidR="00AF00A5" w:rsidRPr="00F87F87" w:rsidRDefault="00AF00A5" w:rsidP="00F87F87">
            <w:pPr>
              <w:spacing w:after="0" w:line="240" w:lineRule="auto"/>
              <w:rPr>
                <w:b/>
              </w:rPr>
            </w:pPr>
            <w:r w:rsidRPr="00F87F87">
              <w:rPr>
                <w:b/>
              </w:rPr>
              <w:t>Tipo e numero di classi che aderiscono:</w:t>
            </w:r>
          </w:p>
          <w:p w:rsidR="00AF00A5" w:rsidRPr="00F87F87" w:rsidRDefault="00AF00A5" w:rsidP="00F87F87">
            <w:pPr>
              <w:spacing w:after="0" w:line="240" w:lineRule="auto"/>
              <w:rPr>
                <w:b/>
              </w:rPr>
            </w:pPr>
          </w:p>
        </w:tc>
        <w:tc>
          <w:tcPr>
            <w:tcW w:w="4850" w:type="dxa"/>
            <w:shd w:val="clear" w:color="auto" w:fill="auto"/>
          </w:tcPr>
          <w:p w:rsidR="00AF00A5" w:rsidRPr="00F87F87" w:rsidRDefault="00AF00A5" w:rsidP="00F87F87">
            <w:pPr>
              <w:spacing w:after="0" w:line="240" w:lineRule="auto"/>
            </w:pPr>
          </w:p>
        </w:tc>
      </w:tr>
      <w:tr w:rsidR="00AF00A5" w:rsidRPr="00F87F87" w:rsidTr="00F87F87">
        <w:tc>
          <w:tcPr>
            <w:tcW w:w="4928" w:type="dxa"/>
            <w:shd w:val="clear" w:color="auto" w:fill="auto"/>
          </w:tcPr>
          <w:p w:rsidR="00AF00A5" w:rsidRPr="00F87F87" w:rsidRDefault="00AF00A5" w:rsidP="00F87F87">
            <w:pPr>
              <w:spacing w:after="0" w:line="240" w:lineRule="auto"/>
              <w:rPr>
                <w:b/>
              </w:rPr>
            </w:pPr>
          </w:p>
          <w:p w:rsidR="00AF00A5" w:rsidRPr="00F87F87" w:rsidRDefault="00AF00A5" w:rsidP="00F87F87">
            <w:pPr>
              <w:spacing w:after="0" w:line="240" w:lineRule="auto"/>
              <w:rPr>
                <w:b/>
              </w:rPr>
            </w:pPr>
            <w:r w:rsidRPr="00F87F87">
              <w:rPr>
                <w:b/>
              </w:rPr>
              <w:t>Numero di studenti che aderiscono:</w:t>
            </w:r>
          </w:p>
          <w:p w:rsidR="00AF00A5" w:rsidRPr="00F87F87" w:rsidRDefault="00AF00A5" w:rsidP="00F87F87">
            <w:pPr>
              <w:spacing w:after="0" w:line="240" w:lineRule="auto"/>
              <w:rPr>
                <w:b/>
              </w:rPr>
            </w:pPr>
          </w:p>
        </w:tc>
        <w:tc>
          <w:tcPr>
            <w:tcW w:w="4850" w:type="dxa"/>
            <w:shd w:val="clear" w:color="auto" w:fill="auto"/>
          </w:tcPr>
          <w:p w:rsidR="00AF00A5" w:rsidRPr="00F87F87" w:rsidRDefault="00AF00A5" w:rsidP="00F87F87">
            <w:pPr>
              <w:spacing w:after="0" w:line="240" w:lineRule="auto"/>
            </w:pPr>
          </w:p>
        </w:tc>
      </w:tr>
      <w:tr w:rsidR="00AF00A5" w:rsidRPr="00F87F87" w:rsidTr="00F87F87">
        <w:tc>
          <w:tcPr>
            <w:tcW w:w="4928" w:type="dxa"/>
            <w:shd w:val="clear" w:color="auto" w:fill="auto"/>
          </w:tcPr>
          <w:p w:rsidR="00AF00A5" w:rsidRPr="00F87F87" w:rsidRDefault="00AF00A5" w:rsidP="00F87F87">
            <w:pPr>
              <w:spacing w:after="0" w:line="240" w:lineRule="auto"/>
              <w:rPr>
                <w:b/>
              </w:rPr>
            </w:pPr>
          </w:p>
          <w:p w:rsidR="00AF00A5" w:rsidRPr="00F87F87" w:rsidRDefault="00AF00A5" w:rsidP="00F87F87">
            <w:pPr>
              <w:spacing w:after="0" w:line="240" w:lineRule="auto"/>
              <w:rPr>
                <w:b/>
              </w:rPr>
            </w:pPr>
            <w:r w:rsidRPr="00F87F87">
              <w:rPr>
                <w:b/>
              </w:rPr>
              <w:t xml:space="preserve">Date </w:t>
            </w:r>
            <w:r w:rsidRPr="00F87F87">
              <w:rPr>
                <w:b/>
                <w:i/>
                <w:sz w:val="18"/>
                <w:szCs w:val="18"/>
              </w:rPr>
              <w:t>(almeno tre)</w:t>
            </w:r>
            <w:r w:rsidRPr="00F87F87">
              <w:rPr>
                <w:b/>
              </w:rPr>
              <w:t xml:space="preserve"> per un incontro con il </w:t>
            </w:r>
            <w:proofErr w:type="spellStart"/>
            <w:r w:rsidRPr="00F87F87">
              <w:rPr>
                <w:b/>
              </w:rPr>
              <w:t>Ref</w:t>
            </w:r>
            <w:proofErr w:type="spellEnd"/>
            <w:r w:rsidRPr="00F87F87">
              <w:rPr>
                <w:b/>
              </w:rPr>
              <w:t>. UNAR:</w:t>
            </w:r>
          </w:p>
          <w:p w:rsidR="00AF00A5" w:rsidRPr="00F87F87" w:rsidRDefault="00AF00A5" w:rsidP="00F87F87">
            <w:pPr>
              <w:spacing w:after="0" w:line="240" w:lineRule="auto"/>
              <w:rPr>
                <w:b/>
              </w:rPr>
            </w:pPr>
          </w:p>
        </w:tc>
        <w:tc>
          <w:tcPr>
            <w:tcW w:w="4850" w:type="dxa"/>
            <w:shd w:val="clear" w:color="auto" w:fill="auto"/>
          </w:tcPr>
          <w:p w:rsidR="00AF00A5" w:rsidRPr="00F87F87" w:rsidRDefault="00AF00A5" w:rsidP="00F87F87">
            <w:pPr>
              <w:spacing w:after="0" w:line="240" w:lineRule="auto"/>
            </w:pPr>
          </w:p>
        </w:tc>
      </w:tr>
      <w:tr w:rsidR="00AF00A5" w:rsidRPr="00F87F87" w:rsidTr="00F87F87">
        <w:tc>
          <w:tcPr>
            <w:tcW w:w="4928" w:type="dxa"/>
            <w:shd w:val="clear" w:color="auto" w:fill="auto"/>
          </w:tcPr>
          <w:p w:rsidR="00AF00A5" w:rsidRPr="00F87F87" w:rsidRDefault="00AF00A5" w:rsidP="00F87F87">
            <w:pPr>
              <w:spacing w:after="0" w:line="240" w:lineRule="auto"/>
              <w:rPr>
                <w:b/>
              </w:rPr>
            </w:pPr>
            <w:r w:rsidRPr="00F87F87">
              <w:rPr>
                <w:b/>
              </w:rPr>
              <w:t>Segnalazione di altre iniziative organizzate autonomamente dalla Scuola e afferenti alla ricorrenza del 21/3:</w:t>
            </w:r>
          </w:p>
        </w:tc>
        <w:tc>
          <w:tcPr>
            <w:tcW w:w="4850" w:type="dxa"/>
            <w:shd w:val="clear" w:color="auto" w:fill="auto"/>
          </w:tcPr>
          <w:p w:rsidR="00AF00A5" w:rsidRPr="00F87F87" w:rsidRDefault="00AF00A5" w:rsidP="00F87F87">
            <w:pPr>
              <w:spacing w:after="0" w:line="240" w:lineRule="auto"/>
            </w:pPr>
          </w:p>
        </w:tc>
      </w:tr>
      <w:tr w:rsidR="00AF00A5" w:rsidRPr="00F87F87" w:rsidTr="00F87F87">
        <w:tc>
          <w:tcPr>
            <w:tcW w:w="4928" w:type="dxa"/>
            <w:shd w:val="clear" w:color="auto" w:fill="auto"/>
          </w:tcPr>
          <w:p w:rsidR="00AF00A5" w:rsidRPr="00F87F87" w:rsidRDefault="00AF00A5" w:rsidP="00F87F87">
            <w:pPr>
              <w:spacing w:after="0" w:line="240" w:lineRule="auto"/>
              <w:rPr>
                <w:b/>
              </w:rPr>
            </w:pPr>
          </w:p>
          <w:p w:rsidR="00AF00A5" w:rsidRPr="00F87F87" w:rsidRDefault="00AF00A5" w:rsidP="00F87F87">
            <w:pPr>
              <w:spacing w:after="0" w:line="240" w:lineRule="auto"/>
              <w:rPr>
                <w:b/>
              </w:rPr>
            </w:pPr>
            <w:r w:rsidRPr="00F87F87">
              <w:rPr>
                <w:b/>
              </w:rPr>
              <w:t>Nominativo di chi invia la presente scheda:</w:t>
            </w:r>
          </w:p>
          <w:p w:rsidR="00AF00A5" w:rsidRPr="00F87F87" w:rsidRDefault="00AF00A5" w:rsidP="00F87F87">
            <w:pPr>
              <w:spacing w:after="0" w:line="240" w:lineRule="auto"/>
              <w:rPr>
                <w:b/>
              </w:rPr>
            </w:pPr>
          </w:p>
        </w:tc>
        <w:tc>
          <w:tcPr>
            <w:tcW w:w="4850" w:type="dxa"/>
            <w:shd w:val="clear" w:color="auto" w:fill="auto"/>
          </w:tcPr>
          <w:p w:rsidR="00AF00A5" w:rsidRPr="00F87F87" w:rsidRDefault="00AF00A5" w:rsidP="00F87F87">
            <w:pPr>
              <w:spacing w:after="0" w:line="240" w:lineRule="auto"/>
            </w:pPr>
          </w:p>
        </w:tc>
      </w:tr>
    </w:tbl>
    <w:p w:rsidR="00AF00A5" w:rsidRDefault="00AF00A5"/>
    <w:p w:rsidR="00AF00A5" w:rsidRDefault="00AF00A5">
      <w:r>
        <w:t>Data,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F.to, il Dirigente/Delegato</w:t>
      </w:r>
    </w:p>
    <w:p w:rsidR="00AF00A5" w:rsidRDefault="00AF00A5" w:rsidP="00F87F87">
      <w:pPr>
        <w:spacing w:after="0"/>
      </w:pPr>
    </w:p>
    <w:p w:rsidR="00F87F87" w:rsidRDefault="00F87F87" w:rsidP="00F87F87">
      <w:pPr>
        <w:spacing w:after="0"/>
      </w:pPr>
    </w:p>
    <w:p w:rsidR="00F87F87" w:rsidRDefault="00F87F87" w:rsidP="00F87F87">
      <w:pPr>
        <w:spacing w:after="0"/>
      </w:pPr>
    </w:p>
    <w:p w:rsidR="00F87F87" w:rsidRPr="00F87F87" w:rsidRDefault="00AF00A5" w:rsidP="00F87F87">
      <w:pPr>
        <w:spacing w:after="0"/>
        <w:rPr>
          <w:sz w:val="20"/>
        </w:rPr>
      </w:pPr>
      <w:r w:rsidRPr="00F87F87">
        <w:rPr>
          <w:sz w:val="20"/>
        </w:rPr>
        <w:t>COMPILARE E SPEDIRE VIA EMAIL A</w:t>
      </w:r>
      <w:r w:rsidR="00F87F87" w:rsidRPr="00F87F87">
        <w:rPr>
          <w:sz w:val="20"/>
        </w:rPr>
        <w:t>:</w:t>
      </w:r>
    </w:p>
    <w:p w:rsidR="00F87F87" w:rsidRPr="00F87F87" w:rsidRDefault="005D4C99" w:rsidP="00F87F87">
      <w:pPr>
        <w:spacing w:after="0"/>
        <w:rPr>
          <w:sz w:val="20"/>
        </w:rPr>
      </w:pPr>
      <w:hyperlink r:id="rId5" w:history="1">
        <w:r w:rsidR="00F87F87" w:rsidRPr="00F87F87">
          <w:rPr>
            <w:rStyle w:val="Collegamentoipertestuale"/>
            <w:sz w:val="20"/>
          </w:rPr>
          <w:t>segreteria.unar.lombardia@gmail.com</w:t>
        </w:r>
      </w:hyperlink>
      <w:r w:rsidR="00F87F87" w:rsidRPr="00F87F87">
        <w:rPr>
          <w:sz w:val="20"/>
        </w:rPr>
        <w:t xml:space="preserve"> </w:t>
      </w:r>
    </w:p>
    <w:p w:rsidR="00AF00A5" w:rsidRDefault="00F87F87" w:rsidP="00F87F87">
      <w:pPr>
        <w:spacing w:after="0"/>
        <w:rPr>
          <w:sz w:val="20"/>
        </w:rPr>
      </w:pPr>
      <w:r w:rsidRPr="00F87F87">
        <w:rPr>
          <w:sz w:val="20"/>
        </w:rPr>
        <w:t>e all’UST di riferimento.</w:t>
      </w:r>
    </w:p>
    <w:p w:rsidR="001A029C" w:rsidRPr="00F87F87" w:rsidRDefault="001A029C" w:rsidP="00F87F87">
      <w:pPr>
        <w:spacing w:after="0"/>
        <w:rPr>
          <w:sz w:val="20"/>
        </w:rPr>
      </w:pPr>
      <w:hyperlink r:id="rId6" w:history="1">
        <w:r w:rsidRPr="00D270FE">
          <w:rPr>
            <w:rStyle w:val="Collegamentoipertestuale"/>
            <w:sz w:val="20"/>
          </w:rPr>
          <w:t>uff.autonomia@csacomoistruzione.191.it</w:t>
        </w:r>
      </w:hyperlink>
      <w:bookmarkStart w:id="0" w:name="_GoBack"/>
      <w:bookmarkEnd w:id="0"/>
    </w:p>
    <w:sectPr w:rsidR="001A029C" w:rsidRPr="00F87F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2DF"/>
    <w:rsid w:val="001A029C"/>
    <w:rsid w:val="004242DF"/>
    <w:rsid w:val="005D4C99"/>
    <w:rsid w:val="00AD3A1E"/>
    <w:rsid w:val="00AF00A5"/>
    <w:rsid w:val="00F875DB"/>
    <w:rsid w:val="00F8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F00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unhideWhenUsed/>
    <w:rsid w:val="00F87F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F00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unhideWhenUsed/>
    <w:rsid w:val="00F87F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ff.autonomia@csacomoistruzione.191.it" TargetMode="External"/><Relationship Id="rId5" Type="http://schemas.openxmlformats.org/officeDocument/2006/relationships/hyperlink" Target="mailto:segreteria.unar.lombardia@gmail.com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manuele\Desktop\UNAR\SETTIMANA%20VS.%20RAZZISMO%202012\Scheda%20adesione%20Giornata%20vs.%20Razzismo%202012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Scheda adesione Giornata vs. Razzismo 2012</Template>
  <TotalTime>1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Links>
    <vt:vector size="6" baseType="variant">
      <vt:variant>
        <vt:i4>2883603</vt:i4>
      </vt:variant>
      <vt:variant>
        <vt:i4>0</vt:i4>
      </vt:variant>
      <vt:variant>
        <vt:i4>0</vt:i4>
      </vt:variant>
      <vt:variant>
        <vt:i4>5</vt:i4>
      </vt:variant>
      <vt:variant>
        <vt:lpwstr>mailto:segreteria.unar.lombardia@gmail.com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</dc:creator>
  <cp:lastModifiedBy>Uff.autonomia</cp:lastModifiedBy>
  <cp:revision>2</cp:revision>
  <dcterms:created xsi:type="dcterms:W3CDTF">2012-02-15T16:28:00Z</dcterms:created>
  <dcterms:modified xsi:type="dcterms:W3CDTF">2012-02-15T16:28:00Z</dcterms:modified>
</cp:coreProperties>
</file>